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244"/>
        <w:gridCol w:w="567"/>
        <w:gridCol w:w="3969"/>
      </w:tblGrid>
      <w:tr w:rsidR="00C6765F" w:rsidRPr="000A63AF" w14:paraId="0E33E6A3" w14:textId="77777777" w:rsidTr="00284B7B">
        <w:trPr>
          <w:trHeight w:val="197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244" w:type="dxa"/>
            <w:tcBorders>
              <w:left w:val="nil"/>
            </w:tcBorders>
          </w:tcPr>
          <w:p w14:paraId="3299C612" w14:textId="77777777" w:rsidR="002C76A7" w:rsidRPr="00284B7B" w:rsidRDefault="002C76A7" w:rsidP="002C76A7">
            <w:pPr>
              <w:pStyle w:val="NormalWeb"/>
              <w:spacing w:before="120" w:beforeAutospacing="0" w:after="0" w:afterAutospacing="0"/>
              <w:rPr>
                <w:rFonts w:ascii="Century Gothic" w:hAnsi="Century Gothic" w:cs="Arial"/>
                <w:color w:val="444444"/>
                <w:sz w:val="22"/>
                <w:szCs w:val="22"/>
              </w:rPr>
            </w:pP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Louis makes a model of a plane.</w:t>
            </w:r>
          </w:p>
          <w:p w14:paraId="540FD2F9" w14:textId="57BB6284" w:rsidR="00284B7B" w:rsidRDefault="002C76A7" w:rsidP="00284B7B">
            <w:pPr>
              <w:pStyle w:val="NormalWeb"/>
              <w:spacing w:before="120" w:beforeAutospacing="0" w:after="0" w:afterAutospacing="0"/>
              <w:rPr>
                <w:rFonts w:ascii="Century Gothic" w:hAnsi="Century Gothic" w:cs="Arial"/>
                <w:color w:val="444444"/>
                <w:sz w:val="22"/>
                <w:szCs w:val="22"/>
              </w:rPr>
            </w:pP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The wingspan of the model is 50 c</w:t>
            </w:r>
            <w:r w:rsid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m</w:t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.</w:t>
            </w:r>
            <w:r w:rsid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 xml:space="preserve">              </w:t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The wingspan of the real plane is 80 m.</w:t>
            </w:r>
          </w:p>
          <w:p w14:paraId="543BE07C" w14:textId="057B6976" w:rsidR="00C55B29" w:rsidRPr="00284B7B" w:rsidRDefault="00284B7B" w:rsidP="00284B7B">
            <w:pPr>
              <w:pStyle w:val="NormalWeb"/>
              <w:spacing w:before="120" w:beforeAutospacing="0" w:after="0" w:afterAutospacing="0"/>
              <w:rPr>
                <w:rFonts w:ascii="Century Gothic" w:hAnsi="Century Gothic" w:cs="Arial"/>
                <w:color w:val="444444"/>
                <w:sz w:val="22"/>
                <w:szCs w:val="22"/>
              </w:rPr>
            </w:pP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  <w:shd w:val="clear" w:color="auto" w:fill="FFFFFF"/>
              </w:rPr>
              <w:t>Work out the scale of the model.</w:t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br/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  <w:shd w:val="clear" w:color="auto" w:fill="FFFFFF"/>
              </w:rPr>
              <w:t xml:space="preserve">Give your answer in </w:t>
            </w:r>
            <w:r>
              <w:rPr>
                <w:rFonts w:ascii="Century Gothic" w:hAnsi="Century Gothic" w:cs="Arial"/>
                <w:color w:val="444444"/>
                <w:shd w:val="clear" w:color="auto" w:fill="FFFFFF"/>
              </w:rPr>
              <w:t>its simplest form.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A1371A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00753AE1" w14:textId="7B9B35DA" w:rsidR="001E2A93" w:rsidRPr="001E2A93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15006C82" w14:textId="6D683AE7" w:rsidR="0063770B" w:rsidRPr="0063770B" w:rsidRDefault="0063770B" w:rsidP="0063770B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9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1B5E5D74" w14:textId="4C4F800E" w:rsidR="00C6765F" w:rsidRPr="001E2A93" w:rsidRDefault="0063770B" w:rsidP="0063770B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9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C6765F" w:rsidRPr="00C240D5" w14:paraId="02717925" w14:textId="77777777" w:rsidTr="00284B7B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244" w:type="dxa"/>
            <w:tcBorders>
              <w:left w:val="nil"/>
              <w:bottom w:val="single" w:sz="4" w:space="0" w:color="auto"/>
            </w:tcBorders>
          </w:tcPr>
          <w:p w14:paraId="4A5B2A4E" w14:textId="40F7D35D" w:rsidR="000740DB" w:rsidRDefault="00665D34" w:rsidP="00665D34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y</m:t>
              </m:r>
            </m:oMath>
          </w:p>
          <w:p w14:paraId="683B8A61" w14:textId="57A55539" w:rsidR="00665D34" w:rsidRPr="00A1371A" w:rsidRDefault="00EA08C0" w:rsidP="00665D34">
            <w:pPr>
              <w:spacing w:before="120" w:after="0"/>
              <w:rPr>
                <w:rFonts w:ascii="Century Gothic" w:hAnsi="Century Gothic"/>
              </w:rPr>
            </w:pPr>
            <w:r w:rsidRPr="00EA08C0">
              <w:rPr>
                <w:rFonts w:ascii="Century Gothic" w:hAnsi="Century Gothic"/>
              </w:rPr>
              <w:drawing>
                <wp:inline distT="0" distB="0" distL="0" distR="0" wp14:anchorId="7CC34192" wp14:editId="5D1F93E6">
                  <wp:extent cx="1909823" cy="1041186"/>
                  <wp:effectExtent l="0" t="0" r="0" b="63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564"/>
                          <a:stretch/>
                        </pic:blipFill>
                        <pic:spPr bwMode="auto">
                          <a:xfrm>
                            <a:off x="0" y="0"/>
                            <a:ext cx="1931950" cy="1053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A1371A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35867634" w14:textId="00932416" w:rsidR="00C6765F" w:rsidRPr="00E72137" w:rsidRDefault="00E72137" w:rsidP="00F35C69">
            <w:pPr>
              <w:spacing w:before="120" w:after="0"/>
              <w:rPr>
                <w:rFonts w:ascii="Century Gothic" w:hAnsi="Century Gothic"/>
              </w:rPr>
            </w:pPr>
            <w:r w:rsidRPr="00E72137">
              <w:rPr>
                <w:rFonts w:ascii="Century Gothic" w:hAnsi="Century Gothic" w:cs="Tahoma"/>
              </w:rPr>
              <w:t>The probability of Scholars scoring 2 or more goals is 0.3 and of scoring 1 goal is 0.15.  What is the probability of them not scoring a goal?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03C4F98A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334AE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18FF2385" w:rsidR="00C6765F" w:rsidRPr="009F6C6A" w:rsidRDefault="000334AE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366FED0D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672907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56076C3" wp14:editId="1C6C8B01">
                  <wp:extent cx="1122744" cy="699067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463" cy="702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16D2331A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760AE">
        <w:rPr>
          <w:rFonts w:ascii="Segoe Print" w:hAnsi="Segoe Print"/>
          <w:b/>
          <w:sz w:val="24"/>
        </w:rPr>
        <w:t>7</w:t>
      </w:r>
      <w:r w:rsidR="00950AD6">
        <w:rPr>
          <w:rFonts w:ascii="Segoe Print" w:hAnsi="Segoe Print"/>
          <w:b/>
          <w:sz w:val="24"/>
        </w:rPr>
        <w:t>.</w:t>
      </w:r>
      <w:r w:rsidR="002F7D47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0BFCF5C" w14:textId="78D1D386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24ACC194" w14:textId="3DBC5ED9" w:rsidR="00284B7B" w:rsidRDefault="00284B7B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244"/>
        <w:gridCol w:w="567"/>
        <w:gridCol w:w="3969"/>
      </w:tblGrid>
      <w:tr w:rsidR="00284B7B" w:rsidRPr="000A63AF" w14:paraId="595ECED0" w14:textId="77777777" w:rsidTr="00E35066">
        <w:trPr>
          <w:trHeight w:val="1974"/>
        </w:trPr>
        <w:tc>
          <w:tcPr>
            <w:tcW w:w="421" w:type="dxa"/>
            <w:tcBorders>
              <w:right w:val="nil"/>
            </w:tcBorders>
          </w:tcPr>
          <w:p w14:paraId="6043CA4A" w14:textId="77777777" w:rsidR="00284B7B" w:rsidRPr="00C240D5" w:rsidRDefault="00284B7B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244" w:type="dxa"/>
            <w:tcBorders>
              <w:left w:val="nil"/>
            </w:tcBorders>
          </w:tcPr>
          <w:p w14:paraId="23B45379" w14:textId="77777777" w:rsidR="00284B7B" w:rsidRPr="00284B7B" w:rsidRDefault="00284B7B" w:rsidP="00E35066">
            <w:pPr>
              <w:pStyle w:val="NormalWeb"/>
              <w:spacing w:before="120" w:beforeAutospacing="0" w:after="0" w:afterAutospacing="0"/>
              <w:rPr>
                <w:rFonts w:ascii="Century Gothic" w:hAnsi="Century Gothic" w:cs="Arial"/>
                <w:color w:val="444444"/>
                <w:sz w:val="22"/>
                <w:szCs w:val="22"/>
              </w:rPr>
            </w:pP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Louis makes a model of a plane.</w:t>
            </w:r>
          </w:p>
          <w:p w14:paraId="57F31396" w14:textId="77777777" w:rsidR="00284B7B" w:rsidRDefault="00284B7B" w:rsidP="00E35066">
            <w:pPr>
              <w:pStyle w:val="NormalWeb"/>
              <w:spacing w:before="120" w:beforeAutospacing="0" w:after="0" w:afterAutospacing="0"/>
              <w:rPr>
                <w:rFonts w:ascii="Century Gothic" w:hAnsi="Century Gothic" w:cs="Arial"/>
                <w:color w:val="444444"/>
                <w:sz w:val="22"/>
                <w:szCs w:val="22"/>
              </w:rPr>
            </w:pP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The wingspan of the model is 50 c</w:t>
            </w:r>
            <w:r>
              <w:rPr>
                <w:rFonts w:ascii="Century Gothic" w:hAnsi="Century Gothic" w:cs="Arial"/>
                <w:color w:val="444444"/>
                <w:sz w:val="22"/>
                <w:szCs w:val="22"/>
              </w:rPr>
              <w:t>m</w:t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.</w:t>
            </w:r>
            <w:r>
              <w:rPr>
                <w:rFonts w:ascii="Century Gothic" w:hAnsi="Century Gothic" w:cs="Arial"/>
                <w:color w:val="444444"/>
                <w:sz w:val="22"/>
                <w:szCs w:val="22"/>
              </w:rPr>
              <w:t xml:space="preserve">              </w:t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t>The wingspan of the real plane is 80 m.</w:t>
            </w:r>
          </w:p>
          <w:p w14:paraId="23433809" w14:textId="77777777" w:rsidR="00284B7B" w:rsidRPr="00284B7B" w:rsidRDefault="00284B7B" w:rsidP="00E35066">
            <w:pPr>
              <w:pStyle w:val="NormalWeb"/>
              <w:spacing w:before="120" w:beforeAutospacing="0" w:after="0" w:afterAutospacing="0"/>
              <w:rPr>
                <w:rFonts w:ascii="Century Gothic" w:hAnsi="Century Gothic" w:cs="Arial"/>
                <w:color w:val="444444"/>
                <w:sz w:val="22"/>
                <w:szCs w:val="22"/>
              </w:rPr>
            </w:pP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  <w:shd w:val="clear" w:color="auto" w:fill="FFFFFF"/>
              </w:rPr>
              <w:t>Work out the scale of the model.</w:t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</w:rPr>
              <w:br/>
            </w:r>
            <w:r w:rsidRPr="00284B7B">
              <w:rPr>
                <w:rFonts w:ascii="Century Gothic" w:hAnsi="Century Gothic" w:cs="Arial"/>
                <w:color w:val="444444"/>
                <w:sz w:val="22"/>
                <w:szCs w:val="22"/>
                <w:shd w:val="clear" w:color="auto" w:fill="FFFFFF"/>
              </w:rPr>
              <w:t xml:space="preserve">Give your answer in </w:t>
            </w:r>
            <w:r>
              <w:rPr>
                <w:rFonts w:ascii="Century Gothic" w:hAnsi="Century Gothic" w:cs="Arial"/>
                <w:color w:val="444444"/>
                <w:shd w:val="clear" w:color="auto" w:fill="FFFFFF"/>
              </w:rPr>
              <w:t>its simplest form.</w:t>
            </w:r>
          </w:p>
        </w:tc>
        <w:tc>
          <w:tcPr>
            <w:tcW w:w="567" w:type="dxa"/>
            <w:tcBorders>
              <w:right w:val="nil"/>
            </w:tcBorders>
          </w:tcPr>
          <w:p w14:paraId="64C9833D" w14:textId="77777777" w:rsidR="00284B7B" w:rsidRPr="00A1371A" w:rsidRDefault="00284B7B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21BCB06D" w14:textId="77777777" w:rsidR="00284B7B" w:rsidRPr="001E2A93" w:rsidRDefault="00284B7B" w:rsidP="00E35066">
            <w:pPr>
              <w:spacing w:before="120" w:after="0"/>
              <w:rPr>
                <w:rFonts w:ascii="Century Gothic" w:hAnsi="Century Gothic" w:cs="Tahoma"/>
              </w:rPr>
            </w:pPr>
            <w:r w:rsidRPr="001E2A93">
              <w:rPr>
                <w:rFonts w:ascii="Century Gothic" w:hAnsi="Century Gothic" w:cs="Tahoma"/>
              </w:rPr>
              <w:t>Write the answers in their simplest form</w:t>
            </w:r>
          </w:p>
          <w:p w14:paraId="5EC90356" w14:textId="77777777" w:rsidR="00284B7B" w:rsidRPr="0063770B" w:rsidRDefault="00284B7B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9</m:t>
                    </m:r>
                  </m:den>
                </m:f>
                <m:r>
                  <w:rPr>
                    <w:rFonts w:ascii="Cambria Math" w:hAnsi="Cambria Math" w:cs="Tahoma"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6091EDDB" w14:textId="77777777" w:rsidR="00284B7B" w:rsidRPr="001E2A93" w:rsidRDefault="00284B7B" w:rsidP="00E35066">
            <w:pPr>
              <w:rPr>
                <w:rFonts w:ascii="Tahoma" w:eastAsiaTheme="minorEastAsia" w:hAnsi="Tahoma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9</m:t>
                    </m:r>
                  </m:den>
                </m:f>
                <m:r>
                  <w:rPr>
                    <w:rFonts w:ascii="Cambria Math" w:hAnsi="Cambria Math" w:cs="Tahoma"/>
                  </w:rPr>
                  <m:t>÷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</w:tc>
      </w:tr>
      <w:tr w:rsidR="00284B7B" w:rsidRPr="00C240D5" w14:paraId="0AE96BAE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30DCC1" w14:textId="77777777" w:rsidR="00284B7B" w:rsidRPr="00C240D5" w:rsidRDefault="00284B7B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244" w:type="dxa"/>
            <w:tcBorders>
              <w:left w:val="nil"/>
              <w:bottom w:val="single" w:sz="4" w:space="0" w:color="auto"/>
            </w:tcBorders>
          </w:tcPr>
          <w:p w14:paraId="5E918DC3" w14:textId="77777777" w:rsidR="00284B7B" w:rsidRDefault="00284B7B" w:rsidP="00E35066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These are similar triangles.</w:t>
            </w:r>
            <w:r>
              <w:rPr>
                <w:rFonts w:ascii="Century Gothic" w:hAnsi="Century Gothic"/>
              </w:rPr>
              <w:br/>
              <w:t xml:space="preserve">Work out the value of </w:t>
            </w:r>
            <m:oMath>
              <m:r>
                <w:rPr>
                  <w:rFonts w:ascii="Cambria Math" w:hAnsi="Cambria Math"/>
                </w:rPr>
                <m:t>y</m:t>
              </m:r>
            </m:oMath>
          </w:p>
          <w:p w14:paraId="10F84DC8" w14:textId="77777777" w:rsidR="00284B7B" w:rsidRPr="00A1371A" w:rsidRDefault="00284B7B" w:rsidP="00E35066">
            <w:pPr>
              <w:spacing w:before="120" w:after="0"/>
              <w:rPr>
                <w:rFonts w:ascii="Century Gothic" w:hAnsi="Century Gothic"/>
              </w:rPr>
            </w:pPr>
            <w:r w:rsidRPr="00EA08C0">
              <w:rPr>
                <w:rFonts w:ascii="Century Gothic" w:hAnsi="Century Gothic"/>
              </w:rPr>
              <w:drawing>
                <wp:inline distT="0" distB="0" distL="0" distR="0" wp14:anchorId="7F956B4D" wp14:editId="224257CB">
                  <wp:extent cx="1909823" cy="1041186"/>
                  <wp:effectExtent l="0" t="0" r="0" b="63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3564"/>
                          <a:stretch/>
                        </pic:blipFill>
                        <pic:spPr bwMode="auto">
                          <a:xfrm>
                            <a:off x="0" y="0"/>
                            <a:ext cx="1931950" cy="1053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20CCA044" w14:textId="77777777" w:rsidR="00284B7B" w:rsidRPr="00A1371A" w:rsidRDefault="00284B7B" w:rsidP="00E35066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A1371A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52D036D" w14:textId="77777777" w:rsidR="00284B7B" w:rsidRPr="00E72137" w:rsidRDefault="00284B7B" w:rsidP="00E35066">
            <w:pPr>
              <w:spacing w:before="120" w:after="0"/>
              <w:rPr>
                <w:rFonts w:ascii="Century Gothic" w:hAnsi="Century Gothic"/>
              </w:rPr>
            </w:pPr>
            <w:r w:rsidRPr="00E72137">
              <w:rPr>
                <w:rFonts w:ascii="Century Gothic" w:hAnsi="Century Gothic" w:cs="Tahoma"/>
              </w:rPr>
              <w:t>The probability of Scholars scoring 2 or more goals is 0.3 and of scoring 1 goal is 0.15.  What is the probability of them not scoring a goal?</w:t>
            </w:r>
          </w:p>
        </w:tc>
      </w:tr>
      <w:tr w:rsidR="00284B7B" w:rsidRPr="00C240D5" w14:paraId="485FFE9A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7D4A816" w14:textId="77777777" w:rsidR="00284B7B" w:rsidRPr="00C240D5" w:rsidRDefault="00284B7B" w:rsidP="00E35066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4411E78" w14:textId="77777777" w:rsidR="00284B7B" w:rsidRDefault="00284B7B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13AD091" w14:textId="77777777" w:rsidR="00284B7B" w:rsidRPr="009F6C6A" w:rsidRDefault="00284B7B" w:rsidP="00E35066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662ED319" wp14:editId="2D654372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672907</wp:posOffset>
                  </wp:positionV>
                  <wp:extent cx="572135" cy="401320"/>
                  <wp:effectExtent l="0" t="0" r="0" b="508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0D92C55" wp14:editId="46866A08">
                  <wp:extent cx="1122744" cy="699067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463" cy="702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B72F11" w14:textId="77777777" w:rsidR="00284B7B" w:rsidRDefault="00284B7B" w:rsidP="00284B7B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9744" behindDoc="0" locked="0" layoutInCell="1" allowOverlap="1" wp14:anchorId="2D9E94BE" wp14:editId="37BCFCB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3" name="Picture 5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8720" behindDoc="0" locked="0" layoutInCell="1" allowOverlap="1" wp14:anchorId="6837BB17" wp14:editId="3D114D8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4" name="Picture 5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27.4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E8F7336" w14:textId="77777777" w:rsidR="00284B7B" w:rsidRDefault="00284B7B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284B7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334AE"/>
    <w:rsid w:val="000740DB"/>
    <w:rsid w:val="000A43CA"/>
    <w:rsid w:val="000A63AF"/>
    <w:rsid w:val="000E162B"/>
    <w:rsid w:val="00105331"/>
    <w:rsid w:val="00125C71"/>
    <w:rsid w:val="001760AE"/>
    <w:rsid w:val="001826A9"/>
    <w:rsid w:val="001D513F"/>
    <w:rsid w:val="001E2A93"/>
    <w:rsid w:val="0020147F"/>
    <w:rsid w:val="00213C21"/>
    <w:rsid w:val="0022775C"/>
    <w:rsid w:val="00242309"/>
    <w:rsid w:val="002460CE"/>
    <w:rsid w:val="00247FD4"/>
    <w:rsid w:val="00284B7B"/>
    <w:rsid w:val="002A3B06"/>
    <w:rsid w:val="002B14A3"/>
    <w:rsid w:val="002C5377"/>
    <w:rsid w:val="002C76A7"/>
    <w:rsid w:val="002D5D86"/>
    <w:rsid w:val="002F7D47"/>
    <w:rsid w:val="00326247"/>
    <w:rsid w:val="00333535"/>
    <w:rsid w:val="003356C4"/>
    <w:rsid w:val="00344FB5"/>
    <w:rsid w:val="00352B28"/>
    <w:rsid w:val="00353B71"/>
    <w:rsid w:val="00390E5A"/>
    <w:rsid w:val="003D55FD"/>
    <w:rsid w:val="003F51D8"/>
    <w:rsid w:val="004008D8"/>
    <w:rsid w:val="00493EE3"/>
    <w:rsid w:val="004A26C7"/>
    <w:rsid w:val="004C52E2"/>
    <w:rsid w:val="004F073D"/>
    <w:rsid w:val="0050136B"/>
    <w:rsid w:val="00505FC9"/>
    <w:rsid w:val="00523173"/>
    <w:rsid w:val="00525119"/>
    <w:rsid w:val="005D37DE"/>
    <w:rsid w:val="005E3CA7"/>
    <w:rsid w:val="005E3FC2"/>
    <w:rsid w:val="00611673"/>
    <w:rsid w:val="00621C44"/>
    <w:rsid w:val="0063770B"/>
    <w:rsid w:val="0064471D"/>
    <w:rsid w:val="00665D34"/>
    <w:rsid w:val="00666CDC"/>
    <w:rsid w:val="0066773D"/>
    <w:rsid w:val="006E6A1A"/>
    <w:rsid w:val="0070003E"/>
    <w:rsid w:val="00705472"/>
    <w:rsid w:val="00734D85"/>
    <w:rsid w:val="00782957"/>
    <w:rsid w:val="007B4226"/>
    <w:rsid w:val="007E2C1A"/>
    <w:rsid w:val="0080464D"/>
    <w:rsid w:val="0090117B"/>
    <w:rsid w:val="0090585D"/>
    <w:rsid w:val="00950AD6"/>
    <w:rsid w:val="0099142F"/>
    <w:rsid w:val="009A72D8"/>
    <w:rsid w:val="009F6C6A"/>
    <w:rsid w:val="00A1371A"/>
    <w:rsid w:val="00A5698F"/>
    <w:rsid w:val="00A71E06"/>
    <w:rsid w:val="00A844B6"/>
    <w:rsid w:val="00AD3C1A"/>
    <w:rsid w:val="00B40DC9"/>
    <w:rsid w:val="00B64A68"/>
    <w:rsid w:val="00BE7AC9"/>
    <w:rsid w:val="00BF0512"/>
    <w:rsid w:val="00C11472"/>
    <w:rsid w:val="00C240D5"/>
    <w:rsid w:val="00C41860"/>
    <w:rsid w:val="00C55B29"/>
    <w:rsid w:val="00C6765F"/>
    <w:rsid w:val="00C86BC9"/>
    <w:rsid w:val="00CC4012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1582"/>
    <w:rsid w:val="00E72137"/>
    <w:rsid w:val="00E7749A"/>
    <w:rsid w:val="00EA08C0"/>
    <w:rsid w:val="00EA0CA1"/>
    <w:rsid w:val="00EC4CCA"/>
    <w:rsid w:val="00F04FE3"/>
    <w:rsid w:val="00F3252F"/>
    <w:rsid w:val="00F35C69"/>
    <w:rsid w:val="00F43DAF"/>
    <w:rsid w:val="00F55BE2"/>
    <w:rsid w:val="00F8683A"/>
    <w:rsid w:val="00FB0BA5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1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2019-05-06T15:43:00Z</cp:lastPrinted>
  <dcterms:created xsi:type="dcterms:W3CDTF">2019-05-06T15:43:00Z</dcterms:created>
  <dcterms:modified xsi:type="dcterms:W3CDTF">2019-05-06T15:50:00Z</dcterms:modified>
</cp:coreProperties>
</file>